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02ECC3F0" w14:textId="77777777" w:rsidR="00485D95" w:rsidRPr="0070462E" w:rsidRDefault="00485D95" w:rsidP="00485D95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</w:t>
      </w:r>
      <w:r>
        <w:rPr>
          <w:rFonts w:cstheme="minorHAnsi"/>
          <w:szCs w:val="18"/>
          <w:lang w:eastAsia="pl-PL"/>
        </w:rPr>
        <w:t xml:space="preserve"> osób</w:t>
      </w:r>
      <w:r w:rsidRPr="0070462E">
        <w:rPr>
          <w:rFonts w:cstheme="minorHAnsi"/>
          <w:szCs w:val="18"/>
          <w:lang w:eastAsia="pl-PL"/>
        </w:rPr>
        <w:t xml:space="preserve"> prawnych, podmiotów lub organów z siedzibą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w Rosji;</w:t>
      </w:r>
    </w:p>
    <w:p w14:paraId="50257347" w14:textId="77777777" w:rsidR="00485D95" w:rsidRPr="0070462E" w:rsidRDefault="00485D95" w:rsidP="00485D95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</w:t>
      </w:r>
      <w:r>
        <w:rPr>
          <w:rFonts w:cstheme="minorHAnsi"/>
          <w:szCs w:val="18"/>
          <w:lang w:eastAsia="pl-PL"/>
        </w:rPr>
        <w:t xml:space="preserve"> 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47C44143" w14:textId="77777777" w:rsidR="00485D95" w:rsidRPr="0070462E" w:rsidRDefault="00485D95" w:rsidP="00485D95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o</w:t>
      </w:r>
      <w:r w:rsidRPr="0070462E">
        <w:rPr>
          <w:rFonts w:cstheme="minorHAnsi"/>
          <w:szCs w:val="18"/>
          <w:lang w:eastAsia="pl-PL"/>
        </w:rPr>
        <w:t xml:space="preserve">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4F088958" w:rsidR="0070462E" w:rsidRPr="0070462E" w:rsidRDefault="00485D95" w:rsidP="00485D95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FFB05BA" w14:textId="42706540" w:rsidR="00D2510F" w:rsidRPr="00D2510F" w:rsidRDefault="0070462E" w:rsidP="00D2510F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W </w:t>
      </w:r>
      <w:r w:rsidR="00043B22" w:rsidRPr="00043B22">
        <w:rPr>
          <w:rFonts w:cstheme="minorHAnsi"/>
          <w:snapToGrid w:val="0"/>
          <w:szCs w:val="18"/>
          <w:lang w:eastAsia="pl-PL"/>
        </w:rPr>
        <w:t>okresie ostatnich 3 lat przed upływem terminu składania ofert, a jeżeli okres prowadzenia działalności jest krótszy – w tym okresie, zrealizowali minimum 3 dokumentacje projektowe odpowiadające swoim rodzajem projektom stanowiącym przedmiot zamówienia</w:t>
      </w:r>
      <w:r w:rsidR="00D2510F" w:rsidRPr="00D2510F">
        <w:rPr>
          <w:rFonts w:cstheme="minorHAnsi"/>
          <w:snapToGrid w:val="0"/>
          <w:szCs w:val="18"/>
          <w:lang w:eastAsia="pl-PL"/>
        </w:rPr>
        <w:t>,</w:t>
      </w:r>
    </w:p>
    <w:p w14:paraId="5FB291E9" w14:textId="4C17738E" w:rsidR="0070462E" w:rsidRPr="00D2510F" w:rsidRDefault="00D2510F" w:rsidP="00D2510F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5FDC66EA" w14:textId="306805AB" w:rsidR="00D2510F" w:rsidRPr="00D2510F" w:rsidRDefault="00043B22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043B22">
        <w:rPr>
          <w:rFonts w:cstheme="minorHAnsi"/>
          <w:szCs w:val="18"/>
          <w:lang w:eastAsia="pl-PL"/>
        </w:rPr>
        <w:t xml:space="preserve">co najmniej 1 osobą posiadającą uprawnienia budowlane do projektowania (uprawnienia </w:t>
      </w:r>
      <w:r w:rsidRPr="00043B22">
        <w:rPr>
          <w:rFonts w:cstheme="minorHAnsi"/>
          <w:szCs w:val="18"/>
          <w:lang w:eastAsia="pl-PL"/>
        </w:rPr>
        <w:br/>
        <w:t>z aktualną przynależnością do właściwej Okręgowej Izby Inżynierów Budownictwa) adekwatne do zakresu i rodzaju prac projektowych przewidzianych do realizacji zadania określonego w Specyfikacji Technicznej (załącznik nr 1.7 do SWZ) tj. w specjalności instalacyjnej w zakresie sieci, instalacji i urządzeń elektrycznych i elektroenergetycznych</w:t>
      </w:r>
      <w:r w:rsidR="00D2510F" w:rsidRPr="00D2510F">
        <w:rPr>
          <w:rFonts w:cstheme="minorHAnsi"/>
          <w:szCs w:val="18"/>
          <w:lang w:eastAsia="pl-PL"/>
        </w:rPr>
        <w:t>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6B3A80E3" w:rsid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3E6F711C" w14:textId="77777777" w:rsidR="00043B22" w:rsidRPr="0070462E" w:rsidRDefault="00043B22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</w:p>
    <w:p w14:paraId="1EE47664" w14:textId="6F060EB3" w:rsidR="0070462E" w:rsidRDefault="00043B22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 w:rsidRPr="00043B22">
        <w:rPr>
          <w:rFonts w:cstheme="minorHAnsi"/>
          <w:szCs w:val="18"/>
          <w:lang w:eastAsia="pl-PL"/>
        </w:rPr>
        <w:t>Zamawiający nie stawia szczególnych warunków w tym zakresie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lastRenderedPageBreak/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75C20E94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0640B8E4" w14:textId="789E3293" w:rsidR="0070462E" w:rsidRPr="00043B22" w:rsidRDefault="00115669" w:rsidP="00043B22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>
        <w:rPr>
          <w:rFonts w:eastAsia="Calibri" w:cstheme="minorHAnsi"/>
          <w:bCs/>
          <w:szCs w:val="18"/>
        </w:rPr>
        <w:t>b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i </w:t>
      </w:r>
      <w:r w:rsidRPr="0070462E">
        <w:rPr>
          <w:rFonts w:eastAsia="Calibri" w:cstheme="minorHAnsi"/>
          <w:szCs w:val="18"/>
        </w:rPr>
        <w:lastRenderedPageBreak/>
        <w:t>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289C1C7" w:rsidR="0070462E" w:rsidRPr="0011566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09B8BA7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</w:t>
      </w:r>
      <w:r w:rsidRPr="0070462E">
        <w:rPr>
          <w:rFonts w:cstheme="minorHAnsi"/>
          <w:szCs w:val="18"/>
        </w:rPr>
        <w:lastRenderedPageBreak/>
        <w:t>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CB341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045">
          <w:rPr>
            <w:noProof/>
          </w:rPr>
          <w:t>6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0522408" w:rsidR="00347E8D" w:rsidRPr="006B2C28" w:rsidRDefault="00995045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485D95">
            <w:rPr>
              <w:rFonts w:asciiTheme="majorHAnsi" w:hAnsiTheme="majorHAnsi"/>
              <w:color w:val="000000" w:themeColor="text1"/>
              <w:sz w:val="14"/>
              <w:szCs w:val="18"/>
            </w:rPr>
            <w:t>4378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08668662">
    <w:abstractNumId w:val="18"/>
  </w:num>
  <w:num w:numId="2" w16cid:durableId="1260333720">
    <w:abstractNumId w:val="7"/>
  </w:num>
  <w:num w:numId="3" w16cid:durableId="1950774421">
    <w:abstractNumId w:val="12"/>
  </w:num>
  <w:num w:numId="4" w16cid:durableId="398944434">
    <w:abstractNumId w:val="20"/>
  </w:num>
  <w:num w:numId="5" w16cid:durableId="1666546885">
    <w:abstractNumId w:val="18"/>
  </w:num>
  <w:num w:numId="6" w16cid:durableId="628166840">
    <w:abstractNumId w:val="18"/>
  </w:num>
  <w:num w:numId="7" w16cid:durableId="1928153063">
    <w:abstractNumId w:val="3"/>
  </w:num>
  <w:num w:numId="8" w16cid:durableId="1136146730">
    <w:abstractNumId w:val="27"/>
  </w:num>
  <w:num w:numId="9" w16cid:durableId="1194078584">
    <w:abstractNumId w:val="16"/>
  </w:num>
  <w:num w:numId="10" w16cid:durableId="321128705">
    <w:abstractNumId w:val="4"/>
  </w:num>
  <w:num w:numId="11" w16cid:durableId="1466582173">
    <w:abstractNumId w:val="13"/>
  </w:num>
  <w:num w:numId="12" w16cid:durableId="2092045378">
    <w:abstractNumId w:val="11"/>
  </w:num>
  <w:num w:numId="13" w16cid:durableId="1797066798">
    <w:abstractNumId w:val="26"/>
  </w:num>
  <w:num w:numId="14" w16cid:durableId="1965501322">
    <w:abstractNumId w:val="22"/>
  </w:num>
  <w:num w:numId="15" w16cid:durableId="907574725">
    <w:abstractNumId w:val="15"/>
  </w:num>
  <w:num w:numId="16" w16cid:durableId="592327482">
    <w:abstractNumId w:val="9"/>
  </w:num>
  <w:num w:numId="17" w16cid:durableId="672730676">
    <w:abstractNumId w:val="5"/>
  </w:num>
  <w:num w:numId="18" w16cid:durableId="10647653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0184123">
    <w:abstractNumId w:val="0"/>
  </w:num>
  <w:num w:numId="20" w16cid:durableId="1890997959">
    <w:abstractNumId w:val="28"/>
  </w:num>
  <w:num w:numId="21" w16cid:durableId="567764315">
    <w:abstractNumId w:val="1"/>
  </w:num>
  <w:num w:numId="22" w16cid:durableId="549464972">
    <w:abstractNumId w:val="14"/>
  </w:num>
  <w:num w:numId="23" w16cid:durableId="2095200816">
    <w:abstractNumId w:val="10"/>
  </w:num>
  <w:num w:numId="24" w16cid:durableId="1583024476">
    <w:abstractNumId w:val="21"/>
  </w:num>
  <w:num w:numId="25" w16cid:durableId="1444839052">
    <w:abstractNumId w:val="25"/>
  </w:num>
  <w:num w:numId="26" w16cid:durableId="162013295">
    <w:abstractNumId w:val="2"/>
  </w:num>
  <w:num w:numId="27" w16cid:durableId="1784763384">
    <w:abstractNumId w:val="24"/>
  </w:num>
  <w:num w:numId="28" w16cid:durableId="1947078677">
    <w:abstractNumId w:val="23"/>
  </w:num>
  <w:num w:numId="29" w16cid:durableId="823863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92291226">
    <w:abstractNumId w:val="19"/>
  </w:num>
  <w:num w:numId="31" w16cid:durableId="62851092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4B57"/>
    <w:rsid w:val="00015893"/>
    <w:rsid w:val="0002424F"/>
    <w:rsid w:val="00027947"/>
    <w:rsid w:val="00033582"/>
    <w:rsid w:val="00036B40"/>
    <w:rsid w:val="00036D76"/>
    <w:rsid w:val="00040B6D"/>
    <w:rsid w:val="00042804"/>
    <w:rsid w:val="00043B22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D95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2E54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5045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postepowaniu.docx</dmsv2BaseFileName>
    <dmsv2BaseDisplayName xmlns="http://schemas.microsoft.com/sharepoint/v3">Załącznik nr 2 do SWZ - Warunki udziału w postepowaniu</dmsv2BaseDisplayName>
    <dmsv2SWPP2ObjectNumber xmlns="http://schemas.microsoft.com/sharepoint/v3">POST/DYS/OLD/GZ/04378/2025                        </dmsv2SWPP2ObjectNumber>
    <dmsv2SWPP2SumMD5 xmlns="http://schemas.microsoft.com/sharepoint/v3">f2f382f72d82383ff7a21538c621d0d1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23911346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JEUP5JKVCYQC-1440096624-17292</_dlc_DocId>
    <_dlc_DocIdUrl xmlns="a19cb1c7-c5c7-46d4-85ae-d83685407bba">
      <Url>https://swpp2.dms.gkpge.pl/sites/41/_layouts/15/DocIdRedir.aspx?ID=JEUP5JKVCYQC-1440096624-17292</Url>
      <Description>JEUP5JKVCYQC-1440096624-17292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996FFF-BBF7-409E-BCD8-7332E0C2E2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0E4A34-E723-4DBA-9684-17E86F81151A}"/>
</file>

<file path=customXml/itemProps5.xml><?xml version="1.0" encoding="utf-8"?>
<ds:datastoreItem xmlns:ds="http://schemas.openxmlformats.org/officeDocument/2006/customXml" ds:itemID="{05B75001-69C0-45F1-B61E-02E20DEE144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31</TotalTime>
  <Pages>6</Pages>
  <Words>3281</Words>
  <Characters>19688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9</cp:revision>
  <cp:lastPrinted>2024-07-15T11:21:00Z</cp:lastPrinted>
  <dcterms:created xsi:type="dcterms:W3CDTF">2025-10-01T08:36:00Z</dcterms:created>
  <dcterms:modified xsi:type="dcterms:W3CDTF">2025-12-04T08:04:00Z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18921986-8c4c-4031-9c51-89997a02fd71</vt:lpwstr>
  </property>
</Properties>
</file>